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80817">
        <w:rPr>
          <w:rFonts w:ascii="Corbel" w:hAnsi="Corbel"/>
          <w:b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99378D" w:rsidRDefault="0099378D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99378D">
        <w:rPr>
          <w:rFonts w:ascii="Corbel" w:hAnsi="Corbel"/>
          <w:b/>
          <w:sz w:val="20"/>
          <w:szCs w:val="20"/>
        </w:rPr>
        <w:t xml:space="preserve">Rok akademicki  </w:t>
      </w:r>
      <w:r w:rsidR="00E610E5" w:rsidRPr="0099378D">
        <w:rPr>
          <w:rFonts w:ascii="Corbel" w:hAnsi="Corbel"/>
          <w:b/>
          <w:sz w:val="20"/>
          <w:szCs w:val="20"/>
        </w:rPr>
        <w:t>202</w:t>
      </w:r>
      <w:r w:rsidR="00280817">
        <w:rPr>
          <w:rFonts w:ascii="Corbel" w:hAnsi="Corbel"/>
          <w:b/>
          <w:sz w:val="20"/>
          <w:szCs w:val="20"/>
        </w:rPr>
        <w:t>2</w:t>
      </w:r>
      <w:r w:rsidR="00E610E5" w:rsidRPr="0099378D">
        <w:rPr>
          <w:rFonts w:ascii="Corbel" w:hAnsi="Corbel"/>
          <w:b/>
          <w:sz w:val="20"/>
          <w:szCs w:val="20"/>
        </w:rPr>
        <w:t>/202</w:t>
      </w:r>
      <w:r w:rsidR="00280817">
        <w:rPr>
          <w:rFonts w:ascii="Corbel" w:hAnsi="Corbel"/>
          <w:b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9378D" w:rsidRDefault="00D35D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9378D">
              <w:rPr>
                <w:rFonts w:ascii="Corbel" w:hAnsi="Corbel"/>
                <w:sz w:val="24"/>
                <w:szCs w:val="24"/>
              </w:rPr>
              <w:t>Technologie informacyjne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32B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2B3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503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9378D" w:rsidRDefault="005654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9378D">
              <w:rPr>
                <w:rFonts w:ascii="Corbel" w:hAnsi="Corbel"/>
                <w:sz w:val="24"/>
                <w:szCs w:val="24"/>
              </w:rPr>
              <w:t>Rok 1, semestr 1,2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Przedmioty </w:t>
            </w:r>
            <w:r w:rsidR="000835F6">
              <w:rPr>
                <w:rFonts w:ascii="Corbel" w:hAnsi="Corbel"/>
                <w:b w:val="0"/>
                <w:sz w:val="24"/>
                <w:szCs w:val="24"/>
              </w:rPr>
              <w:t>podstawowe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375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A083E">
              <w:rPr>
                <w:rFonts w:ascii="Corbel" w:hAnsi="Corbel"/>
                <w:b w:val="0"/>
                <w:sz w:val="24"/>
                <w:szCs w:val="24"/>
              </w:rPr>
              <w:t>r M.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99378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99378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9378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378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378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378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378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9378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378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378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378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378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993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6546E" w:rsidP="009937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937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6546E" w:rsidP="009937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937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937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937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937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937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937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6546E" w:rsidP="009937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0395F" w:rsidRPr="009C54AE" w:rsidTr="00993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56546E" w:rsidP="009937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937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56546E" w:rsidP="009937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937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937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937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937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937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937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56546E" w:rsidP="009937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56546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850A0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dysponującymi środowiskiem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BE3DF0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A42A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</w:t>
            </w:r>
            <w:r w:rsidR="00D83EFA">
              <w:rPr>
                <w:rFonts w:ascii="Corbel" w:hAnsi="Corbel"/>
                <w:b w:val="0"/>
                <w:sz w:val="24"/>
                <w:szCs w:val="24"/>
              </w:rPr>
              <w:t xml:space="preserve"> w zakr</w:t>
            </w:r>
            <w:r w:rsidR="006B51E8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D83EFA">
              <w:rPr>
                <w:rFonts w:ascii="Corbel" w:hAnsi="Corbel"/>
                <w:b w:val="0"/>
                <w:sz w:val="24"/>
                <w:szCs w:val="24"/>
              </w:rPr>
              <w:t>sie</w:t>
            </w:r>
            <w:r w:rsidRPr="00A42A24">
              <w:rPr>
                <w:rFonts w:ascii="Corbel" w:hAnsi="Corbel"/>
                <w:b w:val="0"/>
                <w:sz w:val="24"/>
                <w:szCs w:val="24"/>
              </w:rPr>
              <w:t xml:space="preserve">: a) zaawansowanych funkcji edytora tekstów, b) korzystania z usług sieci Internet, c) użytkowania arkusza kalkulacyjnego z uwzględnieniem wykorzystania formuł i funkcji, d) projektowania prezentacji multimedialnych, e) korzystania z platformy „e-learningowej” w procesie dydaktycznym, f) pracy w </w:t>
            </w:r>
            <w:proofErr w:type="spellStart"/>
            <w:r w:rsidRPr="00A42A24">
              <w:rPr>
                <w:rFonts w:ascii="Corbel" w:hAnsi="Corbel"/>
                <w:b w:val="0"/>
                <w:sz w:val="24"/>
                <w:szCs w:val="24"/>
              </w:rPr>
              <w:t>cloud</w:t>
            </w:r>
            <w:proofErr w:type="spellEnd"/>
            <w:r w:rsidRPr="00A42A2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A42A24">
              <w:rPr>
                <w:rFonts w:ascii="Corbel" w:hAnsi="Corbel"/>
                <w:b w:val="0"/>
                <w:sz w:val="24"/>
                <w:szCs w:val="24"/>
              </w:rPr>
              <w:t>computin</w:t>
            </w:r>
            <w:r w:rsidR="00D83EFA">
              <w:rPr>
                <w:rFonts w:ascii="Corbel" w:hAnsi="Corbel"/>
                <w:b w:val="0"/>
                <w:sz w:val="24"/>
                <w:szCs w:val="24"/>
              </w:rPr>
              <w:t>g</w:t>
            </w:r>
            <w:proofErr w:type="spellEnd"/>
            <w:r w:rsidR="00D83EFA">
              <w:rPr>
                <w:rFonts w:ascii="Corbel" w:hAnsi="Corbel"/>
                <w:b w:val="0"/>
                <w:sz w:val="24"/>
                <w:szCs w:val="24"/>
              </w:rPr>
              <w:t>, g) różnych sposobów wyszukiwania potrzebnych informacji</w:t>
            </w:r>
          </w:p>
        </w:tc>
      </w:tr>
      <w:tr w:rsidR="0085747A" w:rsidRPr="009C54AE" w:rsidTr="00BE3DF0">
        <w:tc>
          <w:tcPr>
            <w:tcW w:w="843" w:type="dxa"/>
            <w:vAlign w:val="center"/>
          </w:tcPr>
          <w:p w:rsidR="0085747A" w:rsidRPr="009C54AE" w:rsidRDefault="00D83EF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9C54AE" w:rsidRDefault="00D83EF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zagadnień </w:t>
            </w:r>
            <w:r w:rsidRPr="00D83EFA">
              <w:rPr>
                <w:rFonts w:ascii="Corbel" w:hAnsi="Corbel"/>
                <w:b w:val="0"/>
                <w:sz w:val="24"/>
                <w:szCs w:val="24"/>
              </w:rPr>
              <w:t>związan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D83EFA">
              <w:rPr>
                <w:rFonts w:ascii="Corbel" w:hAnsi="Corbel"/>
                <w:b w:val="0"/>
                <w:sz w:val="24"/>
                <w:szCs w:val="24"/>
              </w:rPr>
              <w:t xml:space="preserve"> z bezpieczeństwem użytkowania, konserwacją, zabezpieczeniem systemów operacyjnych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D83EFA">
              <w:rPr>
                <w:rFonts w:ascii="Corbel" w:hAnsi="Corbel"/>
                <w:b w:val="0"/>
                <w:sz w:val="24"/>
                <w:szCs w:val="24"/>
              </w:rPr>
              <w:t xml:space="preserve"> danych komputera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A0630D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A0630D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0D6E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podstawowe zasady dotyczące bezpiecznego korzystania z technologii informacyjnych na różnych urządzeniach (komputer, telefon k</w:t>
            </w:r>
            <w:r w:rsidR="00E13911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mórkowy)</w:t>
            </w:r>
          </w:p>
        </w:tc>
        <w:tc>
          <w:tcPr>
            <w:tcW w:w="1865" w:type="dxa"/>
          </w:tcPr>
          <w:p w:rsidR="0085747A" w:rsidRPr="009C54AE" w:rsidRDefault="00A063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9C54AE" w:rsidTr="00A0630D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E13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Wyjaśni, dlaczego w trakcie korzystania z technologii informacyjnych należy przestrzegać prawa autorskiego i opisze jakie mogą być konsekwencje braku przestrzegania prawa w tym zakresie</w:t>
            </w:r>
          </w:p>
        </w:tc>
        <w:tc>
          <w:tcPr>
            <w:tcW w:w="1865" w:type="dxa"/>
          </w:tcPr>
          <w:p w:rsidR="0085747A" w:rsidRPr="009C54AE" w:rsidRDefault="00A063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:rsidTr="00A0630D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0630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8F76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potrzebne informacje z wykorzystaniem technologii informacyjny</w:t>
            </w:r>
            <w:r w:rsidR="00E5009B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</w:t>
            </w:r>
          </w:p>
        </w:tc>
        <w:tc>
          <w:tcPr>
            <w:tcW w:w="1865" w:type="dxa"/>
          </w:tcPr>
          <w:p w:rsidR="0085747A" w:rsidRPr="009C54AE" w:rsidRDefault="00C622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0630D" w:rsidRPr="009C54AE" w:rsidTr="00A0630D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0D" w:rsidRPr="009C54AE" w:rsidRDefault="00A0630D" w:rsidP="00B04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0D" w:rsidRPr="009C54AE" w:rsidRDefault="00E5009B" w:rsidP="00B04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różne możliwości technologii informacyjnych w celu komunikowania się z innymi ludźmi, przygotowaniem potrzebnych materiałów tekstowych i wizualnych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0D" w:rsidRPr="009C54AE" w:rsidRDefault="00C62202" w:rsidP="00B04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A0630D" w:rsidRPr="009C54AE" w:rsidTr="00A0630D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0D" w:rsidRPr="009C54AE" w:rsidRDefault="00A0630D" w:rsidP="00B04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0D" w:rsidRPr="009C54AE" w:rsidRDefault="008243CC" w:rsidP="00B04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3D50CE">
              <w:rPr>
                <w:rFonts w:ascii="Corbel" w:hAnsi="Corbel"/>
                <w:b w:val="0"/>
                <w:smallCaps w:val="0"/>
                <w:szCs w:val="24"/>
              </w:rPr>
              <w:t xml:space="preserve"> i wykona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przy wykorzystaniu technologii informacyjnych, potrzebny materiał w różnych formach</w:t>
            </w:r>
            <w:r w:rsidR="002B7398">
              <w:rPr>
                <w:rFonts w:ascii="Corbel" w:hAnsi="Corbel"/>
                <w:b w:val="0"/>
                <w:smallCaps w:val="0"/>
                <w:szCs w:val="24"/>
              </w:rPr>
              <w:t xml:space="preserve"> (tekst, obraz, wykres, prezentacja multimedialna itp.)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0D" w:rsidRPr="009C54AE" w:rsidRDefault="00C62202" w:rsidP="00B04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0630D" w:rsidRPr="009C54AE" w:rsidTr="00A0630D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0D" w:rsidRPr="009C54AE" w:rsidRDefault="00A0630D" w:rsidP="00B04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0D" w:rsidRPr="009C54AE" w:rsidRDefault="0091171E" w:rsidP="00B04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braki w własnej wiedzy i umiejętnościach związanych z technologiami informacyjnymi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0D" w:rsidRPr="009C54AE" w:rsidRDefault="00C62202" w:rsidP="00B04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9378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9378D">
        <w:tc>
          <w:tcPr>
            <w:tcW w:w="9520" w:type="dxa"/>
          </w:tcPr>
          <w:p w:rsidR="0085747A" w:rsidRPr="009C54AE" w:rsidRDefault="0099378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F77413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F77413">
        <w:tc>
          <w:tcPr>
            <w:tcW w:w="9520" w:type="dxa"/>
          </w:tcPr>
          <w:p w:rsidR="0085747A" w:rsidRPr="009C54AE" w:rsidRDefault="00F774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413">
              <w:rPr>
                <w:rFonts w:ascii="Corbel" w:hAnsi="Corbel"/>
                <w:sz w:val="24"/>
                <w:szCs w:val="24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</w:t>
            </w:r>
          </w:p>
        </w:tc>
      </w:tr>
      <w:tr w:rsidR="0085747A" w:rsidRPr="009C54AE" w:rsidTr="00F77413">
        <w:tc>
          <w:tcPr>
            <w:tcW w:w="9520" w:type="dxa"/>
          </w:tcPr>
          <w:p w:rsidR="0085747A" w:rsidRPr="009C54AE" w:rsidRDefault="00F774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413">
              <w:rPr>
                <w:rFonts w:ascii="Corbel" w:hAnsi="Corbel"/>
                <w:sz w:val="24"/>
                <w:szCs w:val="24"/>
              </w:rPr>
              <w:t xml:space="preserve">Bezpieczeństwo danych, konserwacja systemu operacyjnego </w:t>
            </w:r>
            <w:r w:rsidR="00BA0112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F77413">
              <w:rPr>
                <w:rFonts w:ascii="Corbel" w:hAnsi="Corbel"/>
                <w:sz w:val="24"/>
                <w:szCs w:val="24"/>
              </w:rPr>
              <w:t>defragmentacja, skanowanie, oczyszczanie dysku narzędziami dostępnymi w systemie operacyjnym</w:t>
            </w:r>
            <w:r w:rsidR="00BA0112">
              <w:rPr>
                <w:rFonts w:ascii="Corbel" w:hAnsi="Corbel"/>
                <w:sz w:val="24"/>
                <w:szCs w:val="24"/>
              </w:rPr>
              <w:t>.</w:t>
            </w:r>
            <w:r w:rsidRPr="00F77413">
              <w:rPr>
                <w:rFonts w:ascii="Corbel" w:hAnsi="Corbel"/>
                <w:sz w:val="24"/>
                <w:szCs w:val="24"/>
              </w:rPr>
              <w:t xml:space="preserve"> </w:t>
            </w:r>
            <w:r w:rsidR="00BA0112">
              <w:rPr>
                <w:rFonts w:ascii="Corbel" w:hAnsi="Corbel"/>
                <w:sz w:val="24"/>
                <w:szCs w:val="24"/>
              </w:rPr>
              <w:t>F</w:t>
            </w:r>
            <w:r w:rsidRPr="00F77413">
              <w:rPr>
                <w:rFonts w:ascii="Corbel" w:hAnsi="Corbel"/>
                <w:sz w:val="24"/>
                <w:szCs w:val="24"/>
              </w:rPr>
              <w:t>unkcj</w:t>
            </w:r>
            <w:r w:rsidR="00BA0112">
              <w:rPr>
                <w:rFonts w:ascii="Corbel" w:hAnsi="Corbel"/>
                <w:sz w:val="24"/>
                <w:szCs w:val="24"/>
              </w:rPr>
              <w:t>a</w:t>
            </w:r>
            <w:r w:rsidRPr="00F77413">
              <w:rPr>
                <w:rFonts w:ascii="Corbel" w:hAnsi="Corbel"/>
                <w:sz w:val="24"/>
                <w:szCs w:val="24"/>
              </w:rPr>
              <w:t xml:space="preserve"> Windows Update</w:t>
            </w:r>
          </w:p>
        </w:tc>
      </w:tr>
      <w:tr w:rsidR="0085747A" w:rsidRPr="009C54AE" w:rsidTr="00F77413">
        <w:tc>
          <w:tcPr>
            <w:tcW w:w="9520" w:type="dxa"/>
          </w:tcPr>
          <w:p w:rsidR="0085747A" w:rsidRPr="009C54AE" w:rsidRDefault="00F774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413">
              <w:rPr>
                <w:rFonts w:ascii="Corbel" w:hAnsi="Corbel"/>
                <w:sz w:val="24"/>
                <w:szCs w:val="24"/>
              </w:rPr>
              <w:t xml:space="preserve">Pojęcie </w:t>
            </w:r>
            <w:r w:rsidR="00BA0112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F77413">
              <w:rPr>
                <w:rFonts w:ascii="Corbel" w:hAnsi="Corbel"/>
                <w:sz w:val="24"/>
                <w:szCs w:val="24"/>
              </w:rPr>
              <w:t xml:space="preserve"> formatowanie akapitów, style </w:t>
            </w:r>
          </w:p>
        </w:tc>
      </w:tr>
      <w:tr w:rsidR="00F77413" w:rsidRPr="009C54AE" w:rsidTr="00F774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13" w:rsidRPr="009C54AE" w:rsidRDefault="00F77413" w:rsidP="00B047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413">
              <w:rPr>
                <w:rFonts w:ascii="Corbel" w:hAnsi="Corbel"/>
                <w:sz w:val="24"/>
                <w:szCs w:val="24"/>
              </w:rPr>
              <w:t>Podział dokumentu na sekcje, tworzenie dokumentu w oparciu o style</w:t>
            </w:r>
          </w:p>
        </w:tc>
      </w:tr>
      <w:tr w:rsidR="00F77413" w:rsidRPr="009C54AE" w:rsidTr="00F774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13" w:rsidRPr="009C54AE" w:rsidRDefault="00F77413" w:rsidP="00B047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413"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</w:t>
            </w:r>
            <w:r w:rsidR="005143F2">
              <w:rPr>
                <w:rFonts w:ascii="Corbel" w:hAnsi="Corbel"/>
                <w:sz w:val="24"/>
                <w:szCs w:val="24"/>
              </w:rPr>
              <w:t>, obrazów</w:t>
            </w:r>
          </w:p>
        </w:tc>
      </w:tr>
      <w:tr w:rsidR="00F77413" w:rsidRPr="009C54AE" w:rsidTr="00F774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13" w:rsidRPr="009C54AE" w:rsidRDefault="00962BCD" w:rsidP="00B047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2BCD">
              <w:rPr>
                <w:rFonts w:ascii="Corbel" w:hAnsi="Corbel"/>
                <w:sz w:val="24"/>
                <w:szCs w:val="24"/>
              </w:rPr>
              <w:t>Elementy graficzne, symbole, importowanie grafiki do dokumentu</w:t>
            </w:r>
          </w:p>
        </w:tc>
      </w:tr>
      <w:tr w:rsidR="00F77413" w:rsidRPr="009C54AE" w:rsidTr="00F774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13" w:rsidRPr="009C54AE" w:rsidRDefault="00962BCD" w:rsidP="00B047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2BCD">
              <w:rPr>
                <w:rFonts w:ascii="Corbel" w:hAnsi="Corbel"/>
                <w:sz w:val="24"/>
                <w:szCs w:val="24"/>
              </w:rPr>
              <w:t>Podstawowe założenia dotyczące tworzenia prezentacji multimedialnych</w:t>
            </w:r>
          </w:p>
        </w:tc>
      </w:tr>
      <w:tr w:rsidR="00F77413" w:rsidRPr="009C54AE" w:rsidTr="00F774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13" w:rsidRPr="009C54AE" w:rsidRDefault="00962BCD" w:rsidP="00B047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2BCD">
              <w:rPr>
                <w:rFonts w:ascii="Corbel" w:hAnsi="Corbel"/>
                <w:sz w:val="24"/>
                <w:szCs w:val="24"/>
              </w:rPr>
              <w:t>Projekt i wykonanie prezentacji multimedialnej</w:t>
            </w:r>
          </w:p>
        </w:tc>
      </w:tr>
      <w:tr w:rsidR="00F77413" w:rsidRPr="009C54AE" w:rsidTr="00F774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13" w:rsidRPr="009C54AE" w:rsidRDefault="0050163F" w:rsidP="00B047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50163F">
              <w:rPr>
                <w:rFonts w:ascii="Corbel" w:hAnsi="Corbel"/>
                <w:sz w:val="24"/>
                <w:szCs w:val="24"/>
              </w:rPr>
              <w:t xml:space="preserve">raca w </w:t>
            </w:r>
            <w:proofErr w:type="spellStart"/>
            <w:r w:rsidRPr="0050163F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50163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0163F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</w:p>
        </w:tc>
      </w:tr>
      <w:tr w:rsidR="00F77413" w:rsidRPr="009C54AE" w:rsidTr="00F774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13" w:rsidRPr="009C54AE" w:rsidRDefault="004C0DA5" w:rsidP="00B047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DA5"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Funkcja: Suma, Średnia, </w:t>
            </w:r>
            <w:proofErr w:type="spellStart"/>
            <w:r w:rsidRPr="004C0DA5">
              <w:rPr>
                <w:rFonts w:ascii="Corbel" w:hAnsi="Corbel"/>
                <w:sz w:val="24"/>
                <w:szCs w:val="24"/>
              </w:rPr>
              <w:t>Zaokr</w:t>
            </w:r>
            <w:proofErr w:type="spellEnd"/>
            <w:r w:rsidRPr="004C0DA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C0DA5">
              <w:rPr>
                <w:rFonts w:ascii="Corbel" w:hAnsi="Corbel"/>
                <w:sz w:val="24"/>
                <w:szCs w:val="24"/>
              </w:rPr>
              <w:t>Licz.Jeżeli</w:t>
            </w:r>
            <w:proofErr w:type="spellEnd"/>
            <w:r w:rsidRPr="004C0DA5">
              <w:rPr>
                <w:rFonts w:ascii="Corbel" w:hAnsi="Corbel"/>
                <w:sz w:val="24"/>
                <w:szCs w:val="24"/>
              </w:rPr>
              <w:t>, Jeżeli. Formatowanie warunkowe. Sortowanie danych. Łączenie funkcji ze sobą – wielokrotna funkcja Jeżeli. Komunikacja pomiędzy kilkoma arkuszami. Specjalne kopiowanie danych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41590E" w:rsidRDefault="0041590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41590E">
        <w:rPr>
          <w:rFonts w:ascii="Corbel" w:hAnsi="Corbel"/>
          <w:b w:val="0"/>
          <w:smallCaps w:val="0"/>
          <w:szCs w:val="24"/>
        </w:rPr>
        <w:t xml:space="preserve">Ćwiczenia w pracowni komputerowej z wykorzystaniem </w:t>
      </w:r>
      <w:r>
        <w:rPr>
          <w:rFonts w:ascii="Corbel" w:hAnsi="Corbel"/>
          <w:b w:val="0"/>
          <w:smallCaps w:val="0"/>
          <w:szCs w:val="24"/>
        </w:rPr>
        <w:t>właściwego</w:t>
      </w:r>
      <w:r w:rsidRPr="0041590E">
        <w:rPr>
          <w:rFonts w:ascii="Corbel" w:hAnsi="Corbel"/>
          <w:b w:val="0"/>
          <w:smallCaps w:val="0"/>
          <w:szCs w:val="24"/>
        </w:rPr>
        <w:t xml:space="preserve"> systemu i oprogramowania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5493D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937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5493D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DF6A80" w:rsidRDefault="00DF6A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Wykonywanie ćwiczeń, aktywność w trakcie zajęć, </w:t>
            </w:r>
            <w:r w:rsidR="006B51E8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85747A" w:rsidRPr="009C54AE" w:rsidRDefault="00DF6A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0078F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:rsidTr="00C5493D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Default="00DF6A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Wykonywanie ćwiczeń, aktywność w trakcie zajęć, </w:t>
            </w:r>
          </w:p>
          <w:p w:rsidR="006B51E8" w:rsidRPr="009C54AE" w:rsidRDefault="006B51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85747A" w:rsidRPr="009C54AE" w:rsidRDefault="00DF6A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0078F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5493D" w:rsidRPr="009C54AE" w:rsidTr="00C5493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Pr="009C54AE" w:rsidRDefault="00C5493D" w:rsidP="00B04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Default="00DF6A80" w:rsidP="00B04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Wykonywanie ćwiczeń, aktywność w trakcie zajęć, </w:t>
            </w:r>
          </w:p>
          <w:p w:rsidR="006B51E8" w:rsidRPr="00C5493D" w:rsidRDefault="006B51E8" w:rsidP="00B04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Pr="009C54AE" w:rsidRDefault="00DF6A80" w:rsidP="00B04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0078F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5493D" w:rsidRPr="009C54AE" w:rsidTr="00C5493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Pr="009C54AE" w:rsidRDefault="00C5493D" w:rsidP="00B04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Default="00DF6A80" w:rsidP="00B04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Wykonywanie ćwiczeń, aktywność w trakcie zajęć, </w:t>
            </w:r>
          </w:p>
          <w:p w:rsidR="006B51E8" w:rsidRPr="009C54AE" w:rsidRDefault="006B51E8" w:rsidP="00B04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Pr="009C54AE" w:rsidRDefault="00DF6A80" w:rsidP="00B04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0078F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5493D" w:rsidRPr="009C54AE" w:rsidTr="00C5493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Pr="009C54AE" w:rsidRDefault="00C5493D" w:rsidP="00B04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Default="00DF6A80" w:rsidP="00B04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Wykonywanie ćwiczeń, aktywność w trakcie zajęć, </w:t>
            </w:r>
          </w:p>
          <w:p w:rsidR="006B51E8" w:rsidRPr="00C5493D" w:rsidRDefault="006B51E8" w:rsidP="00B04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Pr="009C54AE" w:rsidRDefault="00DF6A80" w:rsidP="00B04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0078F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5493D" w:rsidRPr="009C54AE" w:rsidTr="00C5493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Pr="009C54AE" w:rsidRDefault="00C5493D" w:rsidP="00B04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Default="00DF6A80" w:rsidP="00B04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Wykonywanie ćwiczeń, aktywność w trakcie zajęć, </w:t>
            </w:r>
          </w:p>
          <w:p w:rsidR="006B51E8" w:rsidRPr="009C54AE" w:rsidRDefault="006B51E8" w:rsidP="00B04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Pr="009C54AE" w:rsidRDefault="00DF6A80" w:rsidP="00B04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0078F5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3437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zajęciach, zaliczenie kolokwium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F26CA" w:rsidP="003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4F26CA" w:rsidP="003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B51E8"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4F26CA" w:rsidP="003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F26CA" w:rsidP="003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6546E" w:rsidP="003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D5935" w:rsidRDefault="009D59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59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Wróblewski P.</w:t>
            </w:r>
            <w:r w:rsidR="006B5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D59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Microsoft Office 2016 PL. w biurze i nie tylko, wyd. Helion, Gliwice 2016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9D5935" w:rsidRPr="009C54AE" w:rsidRDefault="009D59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59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Kowalczyk G., Word 2016 PL, Helion, Gliwice 2016</w:t>
            </w:r>
            <w:r w:rsidR="006B5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D5935" w:rsidRPr="009C54AE" w:rsidRDefault="009D5935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Masłowski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Exel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 PL, Wyd. Helion, Gliwice 2016</w:t>
            </w:r>
            <w:r w:rsidR="006B5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B0F" w:rsidRDefault="00287B0F" w:rsidP="00C16ABF">
      <w:pPr>
        <w:spacing w:after="0" w:line="240" w:lineRule="auto"/>
      </w:pPr>
      <w:r>
        <w:separator/>
      </w:r>
    </w:p>
  </w:endnote>
  <w:endnote w:type="continuationSeparator" w:id="0">
    <w:p w:rsidR="00287B0F" w:rsidRDefault="00287B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B0F" w:rsidRDefault="00287B0F" w:rsidP="00C16ABF">
      <w:pPr>
        <w:spacing w:after="0" w:line="240" w:lineRule="auto"/>
      </w:pPr>
      <w:r>
        <w:separator/>
      </w:r>
    </w:p>
  </w:footnote>
  <w:footnote w:type="continuationSeparator" w:id="0">
    <w:p w:rsidR="00287B0F" w:rsidRDefault="00287B0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8F5"/>
    <w:rsid w:val="00015B8F"/>
    <w:rsid w:val="00022ECE"/>
    <w:rsid w:val="0003234A"/>
    <w:rsid w:val="00033C99"/>
    <w:rsid w:val="00042A51"/>
    <w:rsid w:val="00042D2E"/>
    <w:rsid w:val="00044C82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6E09"/>
    <w:rsid w:val="000F1C57"/>
    <w:rsid w:val="000F5615"/>
    <w:rsid w:val="0011026E"/>
    <w:rsid w:val="00122D29"/>
    <w:rsid w:val="00124BFF"/>
    <w:rsid w:val="0012560E"/>
    <w:rsid w:val="00127108"/>
    <w:rsid w:val="00134B13"/>
    <w:rsid w:val="001352F2"/>
    <w:rsid w:val="00146BC0"/>
    <w:rsid w:val="00153C41"/>
    <w:rsid w:val="00154381"/>
    <w:rsid w:val="001640A7"/>
    <w:rsid w:val="00164FA7"/>
    <w:rsid w:val="00166424"/>
    <w:rsid w:val="00166A03"/>
    <w:rsid w:val="001718A7"/>
    <w:rsid w:val="00172AC3"/>
    <w:rsid w:val="001737CF"/>
    <w:rsid w:val="00176083"/>
    <w:rsid w:val="001770C7"/>
    <w:rsid w:val="00192F37"/>
    <w:rsid w:val="00193629"/>
    <w:rsid w:val="001A083E"/>
    <w:rsid w:val="001A0F15"/>
    <w:rsid w:val="001A70D2"/>
    <w:rsid w:val="001D657B"/>
    <w:rsid w:val="001D7B54"/>
    <w:rsid w:val="001E0209"/>
    <w:rsid w:val="001F2CA2"/>
    <w:rsid w:val="002144C0"/>
    <w:rsid w:val="0022168F"/>
    <w:rsid w:val="0022477D"/>
    <w:rsid w:val="002278A9"/>
    <w:rsid w:val="002336F9"/>
    <w:rsid w:val="0023687D"/>
    <w:rsid w:val="0024028F"/>
    <w:rsid w:val="00244ABC"/>
    <w:rsid w:val="00280817"/>
    <w:rsid w:val="00281FF2"/>
    <w:rsid w:val="002857DE"/>
    <w:rsid w:val="00287B0F"/>
    <w:rsid w:val="00291567"/>
    <w:rsid w:val="002A22BF"/>
    <w:rsid w:val="002A2389"/>
    <w:rsid w:val="002A671D"/>
    <w:rsid w:val="002B4D55"/>
    <w:rsid w:val="002B5EA0"/>
    <w:rsid w:val="002B6119"/>
    <w:rsid w:val="002B7398"/>
    <w:rsid w:val="002C1F06"/>
    <w:rsid w:val="002C69D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5AA"/>
    <w:rsid w:val="0034370F"/>
    <w:rsid w:val="00346FE9"/>
    <w:rsid w:val="0034759A"/>
    <w:rsid w:val="003503DC"/>
    <w:rsid w:val="003503F6"/>
    <w:rsid w:val="003530DD"/>
    <w:rsid w:val="00363F78"/>
    <w:rsid w:val="003856ED"/>
    <w:rsid w:val="003A0A5B"/>
    <w:rsid w:val="003A1176"/>
    <w:rsid w:val="003C0BAE"/>
    <w:rsid w:val="003D18A9"/>
    <w:rsid w:val="003D50CE"/>
    <w:rsid w:val="003D6CE2"/>
    <w:rsid w:val="003E1941"/>
    <w:rsid w:val="003E2FE6"/>
    <w:rsid w:val="003E3D93"/>
    <w:rsid w:val="003E49D5"/>
    <w:rsid w:val="003F38C0"/>
    <w:rsid w:val="00414E3C"/>
    <w:rsid w:val="0041590E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DA5"/>
    <w:rsid w:val="004C36E2"/>
    <w:rsid w:val="004D5282"/>
    <w:rsid w:val="004F1551"/>
    <w:rsid w:val="004F26CA"/>
    <w:rsid w:val="004F55A3"/>
    <w:rsid w:val="0050163F"/>
    <w:rsid w:val="0050496F"/>
    <w:rsid w:val="00513B6F"/>
    <w:rsid w:val="005143F2"/>
    <w:rsid w:val="00517C63"/>
    <w:rsid w:val="00526C94"/>
    <w:rsid w:val="005363C4"/>
    <w:rsid w:val="00536BDE"/>
    <w:rsid w:val="00543ACC"/>
    <w:rsid w:val="0056546E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54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51E8"/>
    <w:rsid w:val="006B6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71D"/>
    <w:rsid w:val="007C3299"/>
    <w:rsid w:val="007C3BCC"/>
    <w:rsid w:val="007C4546"/>
    <w:rsid w:val="007D6E56"/>
    <w:rsid w:val="007E4034"/>
    <w:rsid w:val="007F1652"/>
    <w:rsid w:val="007F4155"/>
    <w:rsid w:val="0081554D"/>
    <w:rsid w:val="0081707E"/>
    <w:rsid w:val="008243CC"/>
    <w:rsid w:val="008449B3"/>
    <w:rsid w:val="00850A07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67E"/>
    <w:rsid w:val="0091171E"/>
    <w:rsid w:val="00916188"/>
    <w:rsid w:val="00923D7D"/>
    <w:rsid w:val="009508DF"/>
    <w:rsid w:val="00950DAC"/>
    <w:rsid w:val="00954A07"/>
    <w:rsid w:val="00956799"/>
    <w:rsid w:val="00962BCD"/>
    <w:rsid w:val="0099378D"/>
    <w:rsid w:val="00997F14"/>
    <w:rsid w:val="009A78D9"/>
    <w:rsid w:val="009C1331"/>
    <w:rsid w:val="009C3E31"/>
    <w:rsid w:val="009C54AE"/>
    <w:rsid w:val="009C788E"/>
    <w:rsid w:val="009D5935"/>
    <w:rsid w:val="009E3B41"/>
    <w:rsid w:val="009F3C5C"/>
    <w:rsid w:val="009F4610"/>
    <w:rsid w:val="00A00ECC"/>
    <w:rsid w:val="00A0630D"/>
    <w:rsid w:val="00A155EE"/>
    <w:rsid w:val="00A220D2"/>
    <w:rsid w:val="00A2245B"/>
    <w:rsid w:val="00A30110"/>
    <w:rsid w:val="00A35EF6"/>
    <w:rsid w:val="00A36899"/>
    <w:rsid w:val="00A371F6"/>
    <w:rsid w:val="00A42A24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D1146"/>
    <w:rsid w:val="00AD225B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762"/>
    <w:rsid w:val="00B819C8"/>
    <w:rsid w:val="00B82308"/>
    <w:rsid w:val="00B90885"/>
    <w:rsid w:val="00BA0112"/>
    <w:rsid w:val="00BB520A"/>
    <w:rsid w:val="00BD3869"/>
    <w:rsid w:val="00BD66E9"/>
    <w:rsid w:val="00BD6FF4"/>
    <w:rsid w:val="00BE3DF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93D"/>
    <w:rsid w:val="00C56036"/>
    <w:rsid w:val="00C61DC5"/>
    <w:rsid w:val="00C62202"/>
    <w:rsid w:val="00C67E92"/>
    <w:rsid w:val="00C70A26"/>
    <w:rsid w:val="00C766DF"/>
    <w:rsid w:val="00C94B98"/>
    <w:rsid w:val="00CA2B96"/>
    <w:rsid w:val="00CA3ED4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2D67"/>
    <w:rsid w:val="00D552B2"/>
    <w:rsid w:val="00D608D1"/>
    <w:rsid w:val="00D74119"/>
    <w:rsid w:val="00D8075B"/>
    <w:rsid w:val="00D83EFA"/>
    <w:rsid w:val="00D8678B"/>
    <w:rsid w:val="00D9653D"/>
    <w:rsid w:val="00DA2114"/>
    <w:rsid w:val="00DA4EBE"/>
    <w:rsid w:val="00DE09C0"/>
    <w:rsid w:val="00DE4A14"/>
    <w:rsid w:val="00DF320D"/>
    <w:rsid w:val="00DF6A80"/>
    <w:rsid w:val="00DF71C8"/>
    <w:rsid w:val="00E129B8"/>
    <w:rsid w:val="00E13911"/>
    <w:rsid w:val="00E21E7D"/>
    <w:rsid w:val="00E22FBC"/>
    <w:rsid w:val="00E24BF5"/>
    <w:rsid w:val="00E25338"/>
    <w:rsid w:val="00E5009B"/>
    <w:rsid w:val="00E51E44"/>
    <w:rsid w:val="00E610E5"/>
    <w:rsid w:val="00E63348"/>
    <w:rsid w:val="00E77E88"/>
    <w:rsid w:val="00E8107D"/>
    <w:rsid w:val="00E93166"/>
    <w:rsid w:val="00E95A09"/>
    <w:rsid w:val="00E960BB"/>
    <w:rsid w:val="00E97DC8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2B34"/>
    <w:rsid w:val="00F526AF"/>
    <w:rsid w:val="00F617C3"/>
    <w:rsid w:val="00F7066B"/>
    <w:rsid w:val="00F77413"/>
    <w:rsid w:val="00F83B28"/>
    <w:rsid w:val="00FA46E5"/>
    <w:rsid w:val="00FB193B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9ABDD-2E7A-4D87-BF20-007681510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963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2021-01-11T14:36:00Z</dcterms:created>
  <dcterms:modified xsi:type="dcterms:W3CDTF">2022-02-23T12:28:00Z</dcterms:modified>
</cp:coreProperties>
</file>